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4D" w:rsidRPr="00311A6C" w:rsidRDefault="00311A6C" w:rsidP="00311A6C">
      <w:pPr>
        <w:pStyle w:val="Title"/>
        <w:jc w:val="center"/>
        <w:rPr>
          <w:color w:val="B33536" w:themeColor="accent2"/>
          <w:sz w:val="80"/>
          <w:szCs w:val="80"/>
          <w:u w:val="single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4FCE4C5F" wp14:editId="3854B174">
            <wp:simplePos x="0" y="0"/>
            <wp:positionH relativeFrom="page">
              <wp:posOffset>-274320</wp:posOffset>
            </wp:positionH>
            <wp:positionV relativeFrom="paragraph">
              <wp:posOffset>1341120</wp:posOffset>
            </wp:positionV>
            <wp:extent cx="2627499" cy="1828739"/>
            <wp:effectExtent l="0" t="0" r="190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9" cy="1828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9263" behindDoc="0" locked="0" layoutInCell="1" allowOverlap="1" wp14:anchorId="20C3A281" wp14:editId="0C3DE1BE">
            <wp:simplePos x="0" y="0"/>
            <wp:positionH relativeFrom="page">
              <wp:posOffset>4526280</wp:posOffset>
            </wp:positionH>
            <wp:positionV relativeFrom="paragraph">
              <wp:posOffset>1355090</wp:posOffset>
            </wp:positionV>
            <wp:extent cx="2627499" cy="1828739"/>
            <wp:effectExtent l="0" t="0" r="190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9" cy="1828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0CC" w:rsidRPr="00311A6C">
        <w:rPr>
          <w:color w:val="B33536" w:themeColor="accent2"/>
          <w:sz w:val="80"/>
          <w:szCs w:val="80"/>
          <w:u w:val="single"/>
        </w:rPr>
        <w:t>College life: Levels of PHysical Exercise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49544D">
        <w:trPr>
          <w:jc w:val="center"/>
        </w:trPr>
        <w:tc>
          <w:tcPr>
            <w:tcW w:w="3675" w:type="dxa"/>
          </w:tcPr>
          <w:p w:rsidR="0049544D" w:rsidRDefault="00311A6C">
            <w:r w:rsidRPr="00311A6C">
              <w:rPr>
                <w:noProof/>
                <w:sz w:val="80"/>
                <w:szCs w:val="80"/>
                <w:u w:val="single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4746F2A" wp14:editId="01D95A48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-78740</wp:posOffset>
                      </wp:positionV>
                      <wp:extent cx="2979420" cy="4404360"/>
                      <wp:effectExtent l="0" t="0" r="11430" b="1524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9420" cy="4404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40CC" w:rsidRPr="00745681" w:rsidRDefault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PHYSICAL EXERCISE DECREASING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College Students are getting less exercise than high school students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WHY IS THIS HAPPENING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Fewer college students are playing sports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Increased school workloads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 xml:space="preserve">Job responsibilities 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HOW CAN WE FIX THIS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Parents need to encourage their students to exercise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Encourage sports participation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Warn students of the risks of not meeting required exercise levels.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746F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9.4pt;margin-top:-6.2pt;width:234.6pt;height:346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" fillcolor="#b33536 [3205]">
                      <v:textbox>
                        <w:txbxContent>
                          <w:p w:rsidR="002440CC" w:rsidRPr="00745681" w:rsidRDefault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PHYSICAL EXERCISE DECREASING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College Students are getting less exercise than high school students</w:t>
                            </w:r>
                          </w:p>
                          <w:p w:rsidR="002440CC" w:rsidRPr="00745681" w:rsidRDefault="002440CC" w:rsidP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WHY IS THIS HAPPENING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Fewer college students are playing sports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Increased school workloads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 xml:space="preserve">Job responsibilities </w:t>
                            </w:r>
                          </w:p>
                          <w:p w:rsidR="002440CC" w:rsidRPr="00745681" w:rsidRDefault="002440CC" w:rsidP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HOW CAN WE FIX THIS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Parents need to encourage their students to exercise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Encourage sports participation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Warn students of the risks of not meeting required exercise levels.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544D" w:rsidRDefault="0049544D" w:rsidP="002440CC">
            <w:pPr>
              <w:pStyle w:val="Caption"/>
            </w:pPr>
          </w:p>
        </w:tc>
        <w:tc>
          <w:tcPr>
            <w:tcW w:w="570" w:type="dxa"/>
          </w:tcPr>
          <w:p w:rsidR="0049544D" w:rsidRDefault="0049544D"/>
        </w:tc>
        <w:tc>
          <w:tcPr>
            <w:tcW w:w="3675" w:type="dxa"/>
          </w:tcPr>
          <w:p w:rsidR="0049544D" w:rsidRDefault="0049544D" w:rsidP="002440CC">
            <w:pPr>
              <w:pStyle w:val="Heading1"/>
            </w:pPr>
          </w:p>
        </w:tc>
      </w:tr>
    </w:tbl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311A6C">
      <w:pPr>
        <w:pStyle w:val="Address"/>
      </w:pPr>
      <w:r>
        <w:rPr>
          <w:noProof/>
          <w:lang w:eastAsia="en-US"/>
        </w:rPr>
        <w:drawing>
          <wp:anchor distT="0" distB="0" distL="114300" distR="114300" simplePos="0" relativeHeight="251657213" behindDoc="0" locked="0" layoutInCell="1" allowOverlap="1" wp14:anchorId="2895E37E" wp14:editId="19451FA9">
            <wp:simplePos x="0" y="0"/>
            <wp:positionH relativeFrom="page">
              <wp:posOffset>-236220</wp:posOffset>
            </wp:positionH>
            <wp:positionV relativeFrom="paragraph">
              <wp:posOffset>307340</wp:posOffset>
            </wp:positionV>
            <wp:extent cx="2627499" cy="1828739"/>
            <wp:effectExtent l="0" t="0" r="190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9" cy="1828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40CC" w:rsidRDefault="00311A6C">
      <w:pPr>
        <w:pStyle w:val="Address"/>
      </w:pPr>
      <w:r>
        <w:rPr>
          <w:noProof/>
          <w:lang w:eastAsia="en-US"/>
        </w:rPr>
        <w:drawing>
          <wp:anchor distT="0" distB="0" distL="114300" distR="114300" simplePos="0" relativeHeight="251658238" behindDoc="0" locked="0" layoutInCell="1" allowOverlap="1" wp14:anchorId="1B6EF286" wp14:editId="0A5AAD4A">
            <wp:simplePos x="0" y="0"/>
            <wp:positionH relativeFrom="page">
              <wp:posOffset>4511040</wp:posOffset>
            </wp:positionH>
            <wp:positionV relativeFrom="paragraph">
              <wp:posOffset>8255</wp:posOffset>
            </wp:positionV>
            <wp:extent cx="2626995" cy="1828165"/>
            <wp:effectExtent l="0" t="0" r="1905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745681" w:rsidP="002440CC">
      <w:pPr>
        <w:pStyle w:val="Address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600DF933" wp14:editId="131E0F2B">
            <wp:simplePos x="0" y="0"/>
            <wp:positionH relativeFrom="column">
              <wp:posOffset>-845820</wp:posOffset>
            </wp:positionH>
            <wp:positionV relativeFrom="paragraph">
              <wp:posOffset>296545</wp:posOffset>
            </wp:positionV>
            <wp:extent cx="1530096" cy="19507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898014173_c4f20bf2da_z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96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0CC" w:rsidRDefault="00745681" w:rsidP="002440CC">
      <w:pPr>
        <w:pStyle w:val="Address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02828811" wp14:editId="64AA9F08">
            <wp:simplePos x="0" y="0"/>
            <wp:positionH relativeFrom="column">
              <wp:posOffset>4366260</wp:posOffset>
            </wp:positionH>
            <wp:positionV relativeFrom="paragraph">
              <wp:posOffset>6350</wp:posOffset>
            </wp:positionV>
            <wp:extent cx="1529715" cy="19507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898014173_c4f20bf2da_z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0CC" w:rsidRDefault="002440CC" w:rsidP="002440CC">
      <w:pPr>
        <w:pStyle w:val="Address"/>
        <w:jc w:val="center"/>
      </w:pPr>
    </w:p>
    <w:p w:rsidR="0049544D" w:rsidRPr="002440CC" w:rsidRDefault="002440CC" w:rsidP="002440CC">
      <w:pPr>
        <w:pStyle w:val="Address"/>
        <w:jc w:val="center"/>
        <w:rPr>
          <w:color w:val="B33536" w:themeColor="accent2"/>
          <w:u w:val="single"/>
        </w:rPr>
      </w:pPr>
      <w:r w:rsidRPr="002440CC">
        <w:rPr>
          <w:color w:val="B33536" w:themeColor="accent2"/>
          <w:u w:val="single"/>
        </w:rPr>
        <w:t>Bloomsburg University</w:t>
      </w:r>
    </w:p>
    <w:p w:rsidR="002440CC" w:rsidRPr="00745681" w:rsidRDefault="002440CC" w:rsidP="002440CC">
      <w:pPr>
        <w:pStyle w:val="Address"/>
        <w:jc w:val="center"/>
        <w:rPr>
          <w:color w:val="E8C94B" w:themeColor="accent3"/>
          <w:sz w:val="32"/>
        </w:rPr>
      </w:pPr>
      <w:r w:rsidRPr="00745681">
        <w:rPr>
          <w:color w:val="E8C94B" w:themeColor="accent3"/>
          <w:sz w:val="32"/>
        </w:rPr>
        <w:t>400 E. 2</w:t>
      </w:r>
      <w:r w:rsidRPr="00745681">
        <w:rPr>
          <w:color w:val="E8C94B" w:themeColor="accent3"/>
          <w:sz w:val="32"/>
          <w:vertAlign w:val="superscript"/>
        </w:rPr>
        <w:t>nd</w:t>
      </w:r>
      <w:r w:rsidRPr="00745681">
        <w:rPr>
          <w:color w:val="E8C94B" w:themeColor="accent3"/>
          <w:sz w:val="32"/>
        </w:rPr>
        <w:t xml:space="preserve"> Street</w:t>
      </w:r>
    </w:p>
    <w:p w:rsidR="002440CC" w:rsidRPr="00CA2E30" w:rsidRDefault="002440CC" w:rsidP="00CA2E30">
      <w:pPr>
        <w:pStyle w:val="Address"/>
        <w:jc w:val="center"/>
        <w:rPr>
          <w:color w:val="E8C94B" w:themeColor="accent3"/>
          <w:sz w:val="32"/>
        </w:rPr>
      </w:pPr>
      <w:r w:rsidRPr="00745681">
        <w:rPr>
          <w:color w:val="E8C94B" w:themeColor="accent3"/>
          <w:sz w:val="32"/>
        </w:rPr>
        <w:t>Bloomsburg, PA 17815</w:t>
      </w:r>
      <w:bookmarkStart w:id="0" w:name="_GoBack"/>
      <w:bookmarkEnd w:id="0"/>
    </w:p>
    <w:sectPr w:rsidR="002440CC" w:rsidRPr="00CA2E30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26E" w:rsidRDefault="00B9426E">
      <w:pPr>
        <w:spacing w:after="0" w:line="240" w:lineRule="auto"/>
      </w:pPr>
      <w:r>
        <w:separator/>
      </w:r>
    </w:p>
  </w:endnote>
  <w:endnote w:type="continuationSeparator" w:id="0">
    <w:p w:rsidR="00B9426E" w:rsidRDefault="00B9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26E" w:rsidRDefault="00B9426E">
      <w:pPr>
        <w:spacing w:after="0" w:line="240" w:lineRule="auto"/>
      </w:pPr>
      <w:r>
        <w:separator/>
      </w:r>
    </w:p>
  </w:footnote>
  <w:footnote w:type="continuationSeparator" w:id="0">
    <w:p w:rsidR="00B9426E" w:rsidRDefault="00B9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28440467"/>
    <w:multiLevelType w:val="hybridMultilevel"/>
    <w:tmpl w:val="073A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65467"/>
    <w:multiLevelType w:val="hybridMultilevel"/>
    <w:tmpl w:val="5902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CC"/>
    <w:rsid w:val="002440CC"/>
    <w:rsid w:val="00311A6C"/>
    <w:rsid w:val="0049544D"/>
    <w:rsid w:val="004C2DAB"/>
    <w:rsid w:val="00745681"/>
    <w:rsid w:val="00B9426E"/>
    <w:rsid w:val="00CA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7127EA-28BC-4217-9DB1-7E476092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244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as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22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Grimm</dc:creator>
  <cp:keywords/>
  <cp:lastModifiedBy>Lucas Grimm</cp:lastModifiedBy>
  <cp:revision>3</cp:revision>
  <dcterms:created xsi:type="dcterms:W3CDTF">2015-03-15T23:40:00Z</dcterms:created>
  <dcterms:modified xsi:type="dcterms:W3CDTF">2015-03-29T20:58:00Z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